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4817CBE0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1D5255">
        <w:rPr>
          <w:caps/>
          <w:sz w:val="40"/>
          <w:szCs w:val="40"/>
        </w:rPr>
        <w:t>3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7F24F45D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1D5255">
        <w:rPr>
          <w:caps/>
          <w:sz w:val="40"/>
          <w:szCs w:val="40"/>
        </w:rPr>
        <w:t>3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47F8768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0946AC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162BF3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162BF3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162BF3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162BF3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5BF2F300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0946A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0946AC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2505C826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003AF8">
        <w:rPr>
          <w:rFonts w:asciiTheme="majorHAnsi" w:hAnsiTheme="majorHAnsi" w:cstheme="majorHAnsi"/>
        </w:rPr>
        <w:t>,</w:t>
      </w:r>
      <w:r w:rsidR="00003AF8" w:rsidRPr="00003AF8">
        <w:rPr>
          <w:rFonts w:asciiTheme="majorHAnsi" w:hAnsiTheme="majorHAnsi" w:cstheme="majorHAnsi"/>
        </w:rPr>
        <w:t xml:space="preserve"> </w:t>
      </w:r>
      <w:r w:rsidR="00003AF8">
        <w:rPr>
          <w:rFonts w:asciiTheme="majorHAnsi" w:hAnsiTheme="majorHAnsi" w:cstheme="majorHAnsi"/>
        </w:rPr>
        <w:t>řádně vyplněná a předložená v souladu s přílohou č. 3.3 zadávací dokumentace</w:t>
      </w:r>
      <w:r w:rsidR="003273EE" w:rsidRPr="002730CB">
        <w:rPr>
          <w:rFonts w:asciiTheme="majorHAnsi" w:hAnsiTheme="majorHAnsi" w:cstheme="majorHAnsi"/>
        </w:rPr>
        <w:t>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162BF3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1261391E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0946AC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43EFA6DB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2 referenční</w:t>
            </w:r>
            <w:r w:rsidR="000946AC">
              <w:rPr>
                <w:rFonts w:asciiTheme="majorHAnsi" w:hAnsiTheme="majorHAnsi" w:cstheme="majorHAnsi"/>
                <w:b/>
                <w:bCs/>
              </w:rPr>
              <w:t>ch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 zakáz</w:t>
            </w:r>
            <w:r w:rsidR="000946AC">
              <w:rPr>
                <w:rFonts w:asciiTheme="majorHAnsi" w:hAnsiTheme="majorHAnsi" w:cstheme="majorHAnsi"/>
                <w:b/>
                <w:bCs/>
              </w:rPr>
              <w:t>ek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CE7BD1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1D5255">
              <w:rPr>
                <w:rFonts w:asciiTheme="majorHAnsi" w:eastAsia="Times New Roman" w:hAnsiTheme="majorHAnsi" w:cstheme="majorHAnsi"/>
                <w:b/>
                <w:bCs/>
              </w:rPr>
              <w:t>tj. anesteziologické přístroje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4A565F">
              <w:rPr>
                <w:rFonts w:asciiTheme="majorHAnsi" w:hAnsiTheme="majorHAnsi" w:cstheme="majorHAnsi"/>
              </w:rPr>
              <w:t>, v hodnotě</w:t>
            </w:r>
            <w:r w:rsidRPr="005C09F4">
              <w:rPr>
                <w:rFonts w:asciiTheme="majorHAnsi" w:hAnsiTheme="majorHAnsi" w:cstheme="majorHAnsi"/>
              </w:rPr>
              <w:t xml:space="preserve">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66446A">
              <w:rPr>
                <w:rFonts w:asciiTheme="majorHAnsi" w:hAnsiTheme="majorHAnsi" w:cstheme="majorHAnsi"/>
                <w:b/>
                <w:bCs/>
              </w:rPr>
              <w:t xml:space="preserve">2,5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mil.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162BF3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162BF3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576B0E0" w14:textId="77777777" w:rsidR="005A39D6" w:rsidRDefault="005A39D6" w:rsidP="005A39D6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 VI. odst. 1 písm. e) Smlouvy na danou část veřejné zakázky (bude Přílohou č. 1 Smlouvy).</w:t>
      </w:r>
    </w:p>
    <w:p w14:paraId="756C4A6D" w14:textId="6EBFFC04" w:rsidR="005A39D6" w:rsidRDefault="005A39D6" w:rsidP="005A39D6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Technická specifikace</w:t>
      </w:r>
      <w:r>
        <w:rPr>
          <w:rFonts w:asciiTheme="majorHAnsi" w:hAnsiTheme="majorHAnsi" w:cstheme="majorHAnsi"/>
        </w:rPr>
        <w:t xml:space="preserve"> vč. cenové kalkulace (bude Přílohou č. 2 Smlouvy), řádně vyplněná a předložená v souladu s přílohou č. 3.3 zadávací dokumentace.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7441F" w14:textId="77777777" w:rsidR="00162BF3" w:rsidRDefault="00162BF3" w:rsidP="002C4725">
      <w:pPr>
        <w:spacing w:after="0" w:line="240" w:lineRule="auto"/>
      </w:pPr>
      <w:r>
        <w:separator/>
      </w:r>
    </w:p>
  </w:endnote>
  <w:endnote w:type="continuationSeparator" w:id="0">
    <w:p w14:paraId="4416E822" w14:textId="77777777" w:rsidR="00162BF3" w:rsidRDefault="00162BF3" w:rsidP="002C4725">
      <w:pPr>
        <w:spacing w:after="0" w:line="240" w:lineRule="auto"/>
      </w:pPr>
      <w:r>
        <w:continuationSeparator/>
      </w:r>
    </w:p>
  </w:endnote>
  <w:endnote w:type="continuationNotice" w:id="1">
    <w:p w14:paraId="1036CD95" w14:textId="77777777" w:rsidR="00162BF3" w:rsidRDefault="00162B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3A63C7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2EAD9" w14:textId="77777777" w:rsidR="00162BF3" w:rsidRDefault="00162BF3" w:rsidP="002C4725">
      <w:pPr>
        <w:spacing w:after="0" w:line="240" w:lineRule="auto"/>
      </w:pPr>
      <w:r>
        <w:separator/>
      </w:r>
    </w:p>
  </w:footnote>
  <w:footnote w:type="continuationSeparator" w:id="0">
    <w:p w14:paraId="5D5FF277" w14:textId="77777777" w:rsidR="00162BF3" w:rsidRDefault="00162BF3" w:rsidP="002C4725">
      <w:pPr>
        <w:spacing w:after="0" w:line="240" w:lineRule="auto"/>
      </w:pPr>
      <w:r>
        <w:continuationSeparator/>
      </w:r>
    </w:p>
  </w:footnote>
  <w:footnote w:type="continuationNotice" w:id="1">
    <w:p w14:paraId="38AF47E2" w14:textId="77777777" w:rsidR="00162BF3" w:rsidRDefault="00162BF3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754480">
    <w:abstractNumId w:val="20"/>
  </w:num>
  <w:num w:numId="2" w16cid:durableId="230846383">
    <w:abstractNumId w:val="6"/>
  </w:num>
  <w:num w:numId="3" w16cid:durableId="2055808909">
    <w:abstractNumId w:val="0"/>
  </w:num>
  <w:num w:numId="4" w16cid:durableId="468327723">
    <w:abstractNumId w:val="15"/>
  </w:num>
  <w:num w:numId="5" w16cid:durableId="651830799">
    <w:abstractNumId w:val="11"/>
  </w:num>
  <w:num w:numId="6" w16cid:durableId="1513178840">
    <w:abstractNumId w:val="11"/>
  </w:num>
  <w:num w:numId="7" w16cid:durableId="205987674">
    <w:abstractNumId w:val="1"/>
  </w:num>
  <w:num w:numId="8" w16cid:durableId="448554874">
    <w:abstractNumId w:val="18"/>
  </w:num>
  <w:num w:numId="9" w16cid:durableId="1081104737">
    <w:abstractNumId w:val="5"/>
  </w:num>
  <w:num w:numId="10" w16cid:durableId="1801537364">
    <w:abstractNumId w:val="10"/>
  </w:num>
  <w:num w:numId="11" w16cid:durableId="616303785">
    <w:abstractNumId w:val="9"/>
  </w:num>
  <w:num w:numId="12" w16cid:durableId="2056273170">
    <w:abstractNumId w:val="17"/>
  </w:num>
  <w:num w:numId="13" w16cid:durableId="1989090722">
    <w:abstractNumId w:val="4"/>
  </w:num>
  <w:num w:numId="14" w16cid:durableId="1109929910">
    <w:abstractNumId w:val="19"/>
  </w:num>
  <w:num w:numId="15" w16cid:durableId="1363705383">
    <w:abstractNumId w:val="3"/>
  </w:num>
  <w:num w:numId="16" w16cid:durableId="1331522190">
    <w:abstractNumId w:val="12"/>
  </w:num>
  <w:num w:numId="17" w16cid:durableId="1621843140">
    <w:abstractNumId w:val="13"/>
  </w:num>
  <w:num w:numId="18" w16cid:durableId="909196555">
    <w:abstractNumId w:val="6"/>
  </w:num>
  <w:num w:numId="19" w16cid:durableId="487092105">
    <w:abstractNumId w:val="20"/>
  </w:num>
  <w:num w:numId="20" w16cid:durableId="1398942199">
    <w:abstractNumId w:val="8"/>
  </w:num>
  <w:num w:numId="21" w16cid:durableId="122892680">
    <w:abstractNumId w:val="2"/>
  </w:num>
  <w:num w:numId="22" w16cid:durableId="1916698221">
    <w:abstractNumId w:val="14"/>
  </w:num>
  <w:num w:numId="23" w16cid:durableId="1649624410">
    <w:abstractNumId w:val="21"/>
  </w:num>
  <w:num w:numId="24" w16cid:durableId="1945766583">
    <w:abstractNumId w:val="16"/>
  </w:num>
  <w:num w:numId="25" w16cid:durableId="1098911476">
    <w:abstractNumId w:val="7"/>
  </w:num>
  <w:num w:numId="26" w16cid:durableId="9813525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qkKmiNOgJvGS9iOvXSQ5Q9la4oizhdMttQ7o9Fn+qICtJrZlk95baCCeBYXmqE8c1ZvDOhDBABiZqjvhsOvUgg==" w:salt="BZgL1MhFeBGltbiZMaUWW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AF8"/>
    <w:rsid w:val="00031713"/>
    <w:rsid w:val="00037BE2"/>
    <w:rsid w:val="00041CA9"/>
    <w:rsid w:val="0004580C"/>
    <w:rsid w:val="000578A6"/>
    <w:rsid w:val="00072135"/>
    <w:rsid w:val="0007484A"/>
    <w:rsid w:val="00082C5A"/>
    <w:rsid w:val="000946AC"/>
    <w:rsid w:val="000A3A57"/>
    <w:rsid w:val="000B42C0"/>
    <w:rsid w:val="000D388A"/>
    <w:rsid w:val="000D3E20"/>
    <w:rsid w:val="000F0789"/>
    <w:rsid w:val="00113F40"/>
    <w:rsid w:val="00121449"/>
    <w:rsid w:val="00130843"/>
    <w:rsid w:val="00135E1E"/>
    <w:rsid w:val="00150DC5"/>
    <w:rsid w:val="00162BF3"/>
    <w:rsid w:val="0018712C"/>
    <w:rsid w:val="00195D10"/>
    <w:rsid w:val="001A3941"/>
    <w:rsid w:val="001D4142"/>
    <w:rsid w:val="001D487B"/>
    <w:rsid w:val="001D5255"/>
    <w:rsid w:val="001E6C0F"/>
    <w:rsid w:val="001E7001"/>
    <w:rsid w:val="002063E8"/>
    <w:rsid w:val="0022176A"/>
    <w:rsid w:val="00222F5E"/>
    <w:rsid w:val="00235DED"/>
    <w:rsid w:val="00251965"/>
    <w:rsid w:val="00254286"/>
    <w:rsid w:val="00263F13"/>
    <w:rsid w:val="00267824"/>
    <w:rsid w:val="002730CB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A565F"/>
    <w:rsid w:val="004B0B9F"/>
    <w:rsid w:val="004B3047"/>
    <w:rsid w:val="004B35AD"/>
    <w:rsid w:val="004B6AE8"/>
    <w:rsid w:val="004B7CBD"/>
    <w:rsid w:val="004C07D9"/>
    <w:rsid w:val="004D2FF0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83EA5"/>
    <w:rsid w:val="00595BC5"/>
    <w:rsid w:val="00596F2F"/>
    <w:rsid w:val="005A02FA"/>
    <w:rsid w:val="005A39D6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6446A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3359"/>
    <w:rsid w:val="0085752B"/>
    <w:rsid w:val="00860D4F"/>
    <w:rsid w:val="0086506B"/>
    <w:rsid w:val="008707F3"/>
    <w:rsid w:val="00870AC1"/>
    <w:rsid w:val="008B2B47"/>
    <w:rsid w:val="008C45B9"/>
    <w:rsid w:val="008E02EC"/>
    <w:rsid w:val="008F3E3E"/>
    <w:rsid w:val="008F412B"/>
    <w:rsid w:val="00917068"/>
    <w:rsid w:val="0095372A"/>
    <w:rsid w:val="00954B88"/>
    <w:rsid w:val="009974C4"/>
    <w:rsid w:val="009A5C04"/>
    <w:rsid w:val="009B306B"/>
    <w:rsid w:val="009B67B4"/>
    <w:rsid w:val="009B74ED"/>
    <w:rsid w:val="009B7883"/>
    <w:rsid w:val="009D06FD"/>
    <w:rsid w:val="009D588D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B2191"/>
    <w:rsid w:val="00CC6F40"/>
    <w:rsid w:val="00CD39FA"/>
    <w:rsid w:val="00CE111F"/>
    <w:rsid w:val="00CE184D"/>
    <w:rsid w:val="00CE4473"/>
    <w:rsid w:val="00CE5CDF"/>
    <w:rsid w:val="00CE7BD1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A2467"/>
    <w:rsid w:val="00DB0C43"/>
    <w:rsid w:val="00DB17FF"/>
    <w:rsid w:val="00DC1B35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04C06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6F54AB"/>
    <w:rsid w:val="0075761E"/>
    <w:rsid w:val="00766914"/>
    <w:rsid w:val="007C57A9"/>
    <w:rsid w:val="008F2DDF"/>
    <w:rsid w:val="00AF599D"/>
    <w:rsid w:val="00B22A41"/>
    <w:rsid w:val="00BE5D01"/>
    <w:rsid w:val="00C2569D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2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DD4118-8B32-42CD-BB3B-017535564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47</TotalTime>
  <Pages>5</Pages>
  <Words>1383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11</cp:revision>
  <cp:lastPrinted>2022-04-20T08:35:00Z</cp:lastPrinted>
  <dcterms:created xsi:type="dcterms:W3CDTF">2022-03-14T09:44:00Z</dcterms:created>
  <dcterms:modified xsi:type="dcterms:W3CDTF">2022-04-20T08:36:00Z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